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400FAA86" w:rsidP="400FAA86">
      <w:pPr>
        <w:pStyle w:val="Titre"/>
        <w:rPr>
          <w:rFonts w:ascii="Times New Roman" w:hAnsi="Times New Roman"/>
          <w:b w:val="0"/>
          <w:sz w:val="28"/>
          <w:szCs w:val="28"/>
        </w:rPr>
      </w:pPr>
      <w:r w:rsidRPr="400FAA86">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00FAA86">
        <w:trPr>
          <w:trHeight w:val="1690"/>
        </w:trPr>
        <w:tc>
          <w:tcPr>
            <w:tcW w:w="10065" w:type="dxa"/>
            <w:gridSpan w:val="2"/>
            <w:vAlign w:val="center"/>
          </w:tcPr>
          <w:p w14:paraId="1674793F" w14:textId="2DD3016B" w:rsidR="008D19EA" w:rsidRDefault="400FAA86" w:rsidP="400FAA86">
            <w:pPr>
              <w:spacing w:before="60" w:after="60"/>
              <w:jc w:val="center"/>
              <w:rPr>
                <w:rFonts w:ascii="Times New Roman" w:hAnsi="Times New Roman"/>
              </w:rPr>
            </w:pPr>
            <w:r w:rsidRPr="400FAA86">
              <w:rPr>
                <w:rFonts w:ascii="Times New Roman" w:hAnsi="Times New Roman"/>
              </w:rPr>
              <w:t xml:space="preserve">Service d’infrastructure de la défense Sud-Est </w:t>
            </w:r>
          </w:p>
          <w:p w14:paraId="0D5C1C70" w14:textId="77777777" w:rsidR="008D19EA" w:rsidRDefault="400FAA86" w:rsidP="400FAA86">
            <w:pPr>
              <w:spacing w:before="60" w:after="60"/>
              <w:jc w:val="center"/>
              <w:rPr>
                <w:rFonts w:ascii="Times New Roman" w:hAnsi="Times New Roman"/>
              </w:rPr>
            </w:pPr>
            <w:r w:rsidRPr="400FAA86">
              <w:rPr>
                <w:rFonts w:ascii="Times New Roman" w:hAnsi="Times New Roman"/>
              </w:rPr>
              <w:t>BP 97423</w:t>
            </w:r>
          </w:p>
          <w:p w14:paraId="21BBB128" w14:textId="77777777" w:rsidR="008D19EA" w:rsidRDefault="400FAA86" w:rsidP="400FAA86">
            <w:pPr>
              <w:spacing w:before="60" w:after="60"/>
              <w:jc w:val="center"/>
              <w:rPr>
                <w:rFonts w:ascii="Times New Roman" w:hAnsi="Times New Roman"/>
              </w:rPr>
            </w:pPr>
            <w:r w:rsidRPr="400FAA86">
              <w:rPr>
                <w:rFonts w:ascii="Times New Roman" w:hAnsi="Times New Roman"/>
              </w:rPr>
              <w:t>69347 LYON Cedex 07</w:t>
            </w:r>
          </w:p>
          <w:p w14:paraId="30CB8714" w14:textId="38881569" w:rsidR="008D19EA" w:rsidRPr="00712698" w:rsidRDefault="400FAA86" w:rsidP="400FAA86">
            <w:pPr>
              <w:spacing w:before="60" w:after="60"/>
              <w:jc w:val="center"/>
              <w:rPr>
                <w:rFonts w:ascii="Times New Roman" w:hAnsi="Times New Roman"/>
              </w:rPr>
            </w:pPr>
            <w:r w:rsidRPr="400FAA86">
              <w:rPr>
                <w:rFonts w:ascii="Times New Roman" w:hAnsi="Times New Roman"/>
              </w:rPr>
              <w:t>SIRET 13000190200274</w:t>
            </w:r>
          </w:p>
        </w:tc>
      </w:tr>
      <w:tr w:rsidR="004C3F20" w:rsidRPr="00712698" w14:paraId="04556D4C" w14:textId="77777777" w:rsidTr="400FAA86">
        <w:trPr>
          <w:trHeight w:val="1690"/>
        </w:trPr>
        <w:tc>
          <w:tcPr>
            <w:tcW w:w="4820" w:type="dxa"/>
            <w:vAlign w:val="center"/>
          </w:tcPr>
          <w:p w14:paraId="68549881"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400FAA86" w:rsidP="400FAA86">
            <w:pPr>
              <w:spacing w:before="60" w:after="60"/>
              <w:jc w:val="center"/>
              <w:rPr>
                <w:rFonts w:ascii="Times New Roman" w:hAnsi="Times New Roman"/>
              </w:rPr>
            </w:pPr>
            <w:r w:rsidRPr="400FAA86">
              <w:rPr>
                <w:rFonts w:ascii="Times New Roman" w:hAnsi="Times New Roman"/>
              </w:rPr>
              <w:t>Monsieur le directeur du service d’infrastructure de la défense Sud-Est</w:t>
            </w:r>
          </w:p>
        </w:tc>
      </w:tr>
      <w:tr w:rsidR="004C3F20" w:rsidRPr="00712698" w14:paraId="2A02223B" w14:textId="77777777" w:rsidTr="400FAA86">
        <w:tc>
          <w:tcPr>
            <w:tcW w:w="4820" w:type="dxa"/>
            <w:vAlign w:val="center"/>
          </w:tcPr>
          <w:p w14:paraId="5C4EB840" w14:textId="32AFA68D" w:rsidR="004C3F20" w:rsidRPr="00712698" w:rsidRDefault="400FAA86" w:rsidP="400FAA86">
            <w:pPr>
              <w:spacing w:before="60" w:after="60"/>
              <w:jc w:val="center"/>
              <w:rPr>
                <w:rFonts w:ascii="Times New Roman" w:hAnsi="Times New Roman"/>
              </w:rPr>
            </w:pPr>
            <w:r w:rsidRPr="400FAA86">
              <w:rPr>
                <w:rFonts w:ascii="Times New Roman" w:hAnsi="Times New Roman"/>
              </w:rPr>
              <w:t>Représentant de l’acheteur habilité par décision du directeur du SID Sud-Est</w:t>
            </w:r>
          </w:p>
        </w:tc>
        <w:tc>
          <w:tcPr>
            <w:tcW w:w="5245" w:type="dxa"/>
            <w:vAlign w:val="center"/>
          </w:tcPr>
          <w:p w14:paraId="52FF5F91" w14:textId="7F8D1309" w:rsidR="004C3F20" w:rsidRPr="00B06E7C" w:rsidRDefault="00FA02CA" w:rsidP="005E3558">
            <w:pPr>
              <w:spacing w:before="60" w:after="60"/>
              <w:jc w:val="center"/>
              <w:rPr>
                <w:rFonts w:ascii="Times New Roman" w:hAnsi="Times New Roman"/>
                <w:highlight w:val="yellow"/>
              </w:rPr>
            </w:pPr>
            <w:bookmarkStart w:id="1" w:name="RPA"/>
            <w:bookmarkEnd w:id="1"/>
            <w:r w:rsidRPr="00541F95">
              <w:rPr>
                <w:rFonts w:ascii="Times New Roman" w:hAnsi="Times New Roman"/>
              </w:rPr>
              <w:t xml:space="preserve">Monsieur le </w:t>
            </w:r>
            <w:r w:rsidR="005E3558" w:rsidRPr="00541F95">
              <w:rPr>
                <w:rFonts w:ascii="Times New Roman" w:hAnsi="Times New Roman"/>
              </w:rPr>
              <w:t>sous-directeur maintenance et patrimoine</w:t>
            </w:r>
          </w:p>
        </w:tc>
      </w:tr>
      <w:tr w:rsidR="00FA02CA" w:rsidRPr="00712698" w14:paraId="34039E2D" w14:textId="77777777" w:rsidTr="400FAA86">
        <w:trPr>
          <w:trHeight w:val="522"/>
        </w:trPr>
        <w:tc>
          <w:tcPr>
            <w:tcW w:w="4820" w:type="dxa"/>
            <w:vAlign w:val="center"/>
          </w:tcPr>
          <w:p w14:paraId="2EE80222" w14:textId="77777777" w:rsidR="00FA02CA" w:rsidRPr="00712698" w:rsidRDefault="00FA02CA" w:rsidP="00FA02CA">
            <w:pPr>
              <w:spacing w:before="60" w:after="60"/>
              <w:jc w:val="center"/>
              <w:rPr>
                <w:rFonts w:ascii="Times New Roman" w:hAnsi="Times New Roman"/>
              </w:rPr>
            </w:pPr>
            <w:r w:rsidRPr="400FAA86">
              <w:rPr>
                <w:rFonts w:ascii="Times New Roman" w:hAnsi="Times New Roman"/>
              </w:rPr>
              <w:t>Maîtrise d’œuvre</w:t>
            </w:r>
          </w:p>
        </w:tc>
        <w:tc>
          <w:tcPr>
            <w:tcW w:w="5245" w:type="dxa"/>
            <w:shd w:val="clear" w:color="auto" w:fill="auto"/>
            <w:vAlign w:val="center"/>
          </w:tcPr>
          <w:p w14:paraId="15A69DE2" w14:textId="07967934" w:rsidR="00FA02CA" w:rsidRPr="00712698" w:rsidRDefault="00FA02CA" w:rsidP="00541F95">
            <w:pPr>
              <w:tabs>
                <w:tab w:val="left" w:pos="10065"/>
              </w:tabs>
              <w:spacing w:before="60" w:after="60"/>
              <w:jc w:val="center"/>
              <w:rPr>
                <w:rFonts w:ascii="Times New Roman" w:hAnsi="Times New Roman"/>
              </w:rPr>
            </w:pPr>
            <w:bookmarkStart w:id="2" w:name="Moe1"/>
            <w:bookmarkStart w:id="3" w:name="_GoBack"/>
            <w:bookmarkEnd w:id="2"/>
            <w:r>
              <w:rPr>
                <w:rFonts w:ascii="Times New Roman" w:hAnsi="Times New Roman"/>
                <w:lang w:eastAsia="ar-SA"/>
              </w:rPr>
              <w:t>USID DE CORSE</w:t>
            </w:r>
            <w:bookmarkEnd w:id="3"/>
          </w:p>
        </w:tc>
      </w:tr>
      <w:tr w:rsidR="00FA02CA" w:rsidRPr="00712698" w14:paraId="61FB4B87" w14:textId="77777777" w:rsidTr="400FAA86">
        <w:trPr>
          <w:trHeight w:val="751"/>
        </w:trPr>
        <w:tc>
          <w:tcPr>
            <w:tcW w:w="4820" w:type="dxa"/>
            <w:vAlign w:val="center"/>
          </w:tcPr>
          <w:p w14:paraId="09D7EB3C" w14:textId="77777777" w:rsidR="00FA02CA" w:rsidRPr="00712698" w:rsidRDefault="00FA02CA" w:rsidP="00FA02CA">
            <w:pPr>
              <w:spacing w:before="60" w:after="60"/>
              <w:jc w:val="center"/>
              <w:rPr>
                <w:rFonts w:ascii="Times New Roman" w:hAnsi="Times New Roman"/>
              </w:rPr>
            </w:pPr>
            <w:r w:rsidRPr="400FAA86">
              <w:rPr>
                <w:rFonts w:ascii="Times New Roman" w:hAnsi="Times New Roman"/>
              </w:rPr>
              <w:t xml:space="preserve">Représentant du Maître d’œuvre </w:t>
            </w:r>
          </w:p>
          <w:p w14:paraId="3B6809D4" w14:textId="56507D60" w:rsidR="00FA02CA" w:rsidRPr="00712698" w:rsidRDefault="00FA02CA" w:rsidP="00FA02CA">
            <w:pPr>
              <w:spacing w:before="60" w:after="60"/>
              <w:jc w:val="center"/>
              <w:rPr>
                <w:rFonts w:ascii="Times New Roman" w:hAnsi="Times New Roman"/>
              </w:rPr>
            </w:pPr>
            <w:r w:rsidRPr="400FAA86">
              <w:rPr>
                <w:rFonts w:ascii="Times New Roman" w:hAnsi="Times New Roman"/>
              </w:rPr>
              <w:t>Personne physique ayant pouvoir de signer les ordres de service</w:t>
            </w:r>
          </w:p>
          <w:p w14:paraId="214DEA3A" w14:textId="77777777" w:rsidR="00FA02CA" w:rsidRPr="00712698" w:rsidRDefault="00FA02CA" w:rsidP="00FA02CA">
            <w:pPr>
              <w:spacing w:before="60" w:after="60"/>
              <w:jc w:val="center"/>
              <w:rPr>
                <w:rFonts w:ascii="Times New Roman" w:hAnsi="Times New Roman"/>
                <w:b/>
                <w:bCs/>
              </w:rPr>
            </w:pPr>
          </w:p>
        </w:tc>
        <w:tc>
          <w:tcPr>
            <w:tcW w:w="5245" w:type="dxa"/>
            <w:shd w:val="clear" w:color="auto" w:fill="auto"/>
            <w:vAlign w:val="center"/>
          </w:tcPr>
          <w:p w14:paraId="4DEEC383" w14:textId="77777777" w:rsidR="00FA02CA" w:rsidRPr="00B24B53" w:rsidRDefault="00FA02CA" w:rsidP="00FA02CA">
            <w:pPr>
              <w:tabs>
                <w:tab w:val="left" w:pos="10065"/>
              </w:tabs>
              <w:spacing w:before="60" w:after="60"/>
              <w:jc w:val="center"/>
              <w:rPr>
                <w:rFonts w:ascii="Times New Roman" w:hAnsi="Times New Roman"/>
              </w:rPr>
            </w:pPr>
            <w:r w:rsidRPr="00B24B53">
              <w:rPr>
                <w:rFonts w:ascii="Times New Roman" w:hAnsi="Times New Roman"/>
              </w:rPr>
              <w:t xml:space="preserve">Monsieur </w:t>
            </w:r>
            <w:r>
              <w:rPr>
                <w:rFonts w:ascii="Times New Roman" w:hAnsi="Times New Roman"/>
              </w:rPr>
              <w:t>Philippe MAQUINGHEN</w:t>
            </w:r>
          </w:p>
          <w:p w14:paraId="5BCF592C" w14:textId="77777777" w:rsidR="00FA02CA" w:rsidRPr="00B24B53" w:rsidRDefault="00FA02CA" w:rsidP="00FA02CA">
            <w:pPr>
              <w:tabs>
                <w:tab w:val="left" w:pos="10065"/>
              </w:tabs>
              <w:spacing w:before="60" w:after="60"/>
              <w:jc w:val="center"/>
              <w:rPr>
                <w:rFonts w:ascii="Times New Roman" w:hAnsi="Times New Roman"/>
              </w:rPr>
            </w:pPr>
            <w:r w:rsidRPr="00B24B53">
              <w:rPr>
                <w:rFonts w:ascii="Times New Roman" w:hAnsi="Times New Roman"/>
              </w:rPr>
              <w:t>Chef de l’</w:t>
            </w:r>
            <w:r>
              <w:rPr>
                <w:rFonts w:ascii="Times New Roman" w:hAnsi="Times New Roman"/>
              </w:rPr>
              <w:t>USID</w:t>
            </w:r>
            <w:r w:rsidRPr="00B24B53">
              <w:rPr>
                <w:rFonts w:ascii="Times New Roman" w:hAnsi="Times New Roman"/>
              </w:rPr>
              <w:t xml:space="preserve"> de Corse</w:t>
            </w:r>
          </w:p>
          <w:p w14:paraId="3C9CCBFE" w14:textId="77777777" w:rsidR="00FA02CA" w:rsidRPr="00B24B53" w:rsidRDefault="00FA02CA" w:rsidP="00FA02CA">
            <w:pPr>
              <w:tabs>
                <w:tab w:val="left" w:pos="10065"/>
              </w:tabs>
              <w:spacing w:before="60" w:after="60"/>
              <w:jc w:val="center"/>
              <w:rPr>
                <w:rFonts w:ascii="Times New Roman" w:hAnsi="Times New Roman"/>
              </w:rPr>
            </w:pPr>
            <w:r w:rsidRPr="00B24B53">
              <w:rPr>
                <w:rFonts w:ascii="Times New Roman" w:hAnsi="Times New Roman"/>
              </w:rPr>
              <w:t xml:space="preserve">Téléphone fixe : 04 20 61 </w:t>
            </w:r>
            <w:r>
              <w:rPr>
                <w:rFonts w:ascii="Times New Roman" w:hAnsi="Times New Roman"/>
              </w:rPr>
              <w:t>86 85</w:t>
            </w:r>
          </w:p>
          <w:p w14:paraId="41A5B303" w14:textId="77777777" w:rsidR="00FA02CA" w:rsidRPr="00FA02CA" w:rsidRDefault="00FA02CA" w:rsidP="00FA02CA">
            <w:pPr>
              <w:tabs>
                <w:tab w:val="left" w:pos="10065"/>
              </w:tabs>
              <w:spacing w:before="60" w:after="60"/>
              <w:jc w:val="center"/>
              <w:rPr>
                <w:rFonts w:ascii="Times New Roman" w:hAnsi="Times New Roman"/>
              </w:rPr>
            </w:pPr>
            <w:r w:rsidRPr="00B24B53">
              <w:rPr>
                <w:rFonts w:ascii="Times New Roman" w:hAnsi="Times New Roman"/>
              </w:rPr>
              <w:t xml:space="preserve">Téléphone portable : </w:t>
            </w:r>
            <w:r w:rsidRPr="00FA02CA">
              <w:rPr>
                <w:rFonts w:ascii="Times New Roman" w:hAnsi="Times New Roman"/>
              </w:rPr>
              <w:t>06 82 91 76 76</w:t>
            </w:r>
          </w:p>
          <w:p w14:paraId="451F6F3D" w14:textId="5B1DF9FF" w:rsidR="00FA02CA" w:rsidRPr="00712698" w:rsidRDefault="00FA02CA" w:rsidP="00FA02CA">
            <w:pPr>
              <w:tabs>
                <w:tab w:val="left" w:pos="10065"/>
              </w:tabs>
              <w:spacing w:before="60" w:after="60"/>
              <w:rPr>
                <w:rFonts w:ascii="Times New Roman" w:hAnsi="Times New Roman"/>
                <w:b/>
                <w:bCs/>
              </w:rPr>
            </w:pPr>
            <w:r w:rsidRPr="00B24B53">
              <w:rPr>
                <w:rFonts w:ascii="Times New Roman" w:hAnsi="Times New Roman"/>
              </w:rPr>
              <w:t xml:space="preserve">Mail : </w:t>
            </w:r>
            <w:hyperlink r:id="rId11" w:history="1">
              <w:r w:rsidRPr="00B649CA">
                <w:rPr>
                  <w:rStyle w:val="Lienhypertexte"/>
                  <w:rFonts w:ascii="Times New Roman" w:hAnsi="Times New Roman"/>
                </w:rPr>
                <w:t>philippe.maquinghen@intradef.gouv.fr</w:t>
              </w:r>
            </w:hyperlink>
            <w:bookmarkStart w:id="4" w:name="Rmoe_tel"/>
            <w:bookmarkStart w:id="5" w:name="Rmoe_portable"/>
            <w:bookmarkStart w:id="6" w:name="Rmoe_fax"/>
            <w:bookmarkEnd w:id="4"/>
            <w:bookmarkEnd w:id="5"/>
            <w:bookmarkEnd w:id="6"/>
          </w:p>
        </w:tc>
      </w:tr>
      <w:tr w:rsidR="004C3F20" w:rsidRPr="00712698" w14:paraId="699AF1CC" w14:textId="77777777" w:rsidTr="400FAA86">
        <w:tc>
          <w:tcPr>
            <w:tcW w:w="4820" w:type="dxa"/>
            <w:vAlign w:val="center"/>
          </w:tcPr>
          <w:p w14:paraId="008D681E"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Ordonnateur</w:t>
            </w:r>
          </w:p>
        </w:tc>
        <w:tc>
          <w:tcPr>
            <w:tcW w:w="5245" w:type="dxa"/>
            <w:vAlign w:val="center"/>
          </w:tcPr>
          <w:p w14:paraId="4BDFF3DB" w14:textId="45BC9267" w:rsidR="004C3F20" w:rsidRPr="00712698" w:rsidRDefault="400FAA86" w:rsidP="400FAA86">
            <w:pPr>
              <w:tabs>
                <w:tab w:val="left" w:pos="10065"/>
              </w:tabs>
              <w:spacing w:before="60" w:after="60"/>
              <w:jc w:val="center"/>
              <w:rPr>
                <w:rFonts w:ascii="Times New Roman" w:hAnsi="Times New Roman"/>
              </w:rPr>
            </w:pPr>
            <w:r w:rsidRPr="400FAA86">
              <w:rPr>
                <w:rFonts w:ascii="Times New Roman" w:hAnsi="Times New Roman"/>
              </w:rPr>
              <w:t>Monsieur le directeur du Service d’infrastructure de la défense Sud-Est</w:t>
            </w:r>
          </w:p>
        </w:tc>
      </w:tr>
      <w:tr w:rsidR="004C3F20" w:rsidRPr="00712698" w14:paraId="02B631CA" w14:textId="77777777" w:rsidTr="400FAA86">
        <w:tc>
          <w:tcPr>
            <w:tcW w:w="4820" w:type="dxa"/>
            <w:vAlign w:val="center"/>
          </w:tcPr>
          <w:p w14:paraId="783B1139"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Comptable public assignataire des paiements</w:t>
            </w:r>
          </w:p>
        </w:tc>
        <w:tc>
          <w:tcPr>
            <w:tcW w:w="5245" w:type="dxa"/>
            <w:vAlign w:val="center"/>
          </w:tcPr>
          <w:p w14:paraId="53586F64" w14:textId="791E3AA8" w:rsidR="000E7954" w:rsidRPr="00712698" w:rsidRDefault="400FAA86" w:rsidP="400FAA86">
            <w:pPr>
              <w:tabs>
                <w:tab w:val="left" w:pos="10065"/>
              </w:tabs>
              <w:spacing w:line="240" w:lineRule="auto"/>
              <w:rPr>
                <w:rFonts w:ascii="Times New Roman" w:hAnsi="Times New Roman"/>
              </w:rPr>
            </w:pPr>
            <w:bookmarkStart w:id="7" w:name="Comptable"/>
            <w:bookmarkEnd w:id="7"/>
            <w:r w:rsidRPr="400FAA86">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00FAA86">
        <w:trPr>
          <w:trHeight w:val="1143"/>
        </w:trPr>
        <w:tc>
          <w:tcPr>
            <w:tcW w:w="4820" w:type="dxa"/>
            <w:vAlign w:val="center"/>
          </w:tcPr>
          <w:p w14:paraId="22A0B96C" w14:textId="77777777" w:rsidR="009276B6" w:rsidRPr="00712698" w:rsidRDefault="400FAA86" w:rsidP="400FAA86">
            <w:pPr>
              <w:spacing w:before="60" w:after="60"/>
              <w:jc w:val="center"/>
              <w:rPr>
                <w:rFonts w:ascii="Times New Roman" w:hAnsi="Times New Roman"/>
              </w:rPr>
            </w:pPr>
            <w:r w:rsidRPr="400FAA86">
              <w:rPr>
                <w:rFonts w:ascii="Times New Roman" w:hAnsi="Times New Roman"/>
              </w:rPr>
              <w:t>Correspondant PME/PMI</w:t>
            </w:r>
          </w:p>
        </w:tc>
        <w:tc>
          <w:tcPr>
            <w:tcW w:w="5245" w:type="dxa"/>
            <w:vAlign w:val="center"/>
          </w:tcPr>
          <w:p w14:paraId="6363D467" w14:textId="77777777" w:rsidR="00AD3E84" w:rsidRPr="00AD3E84" w:rsidRDefault="400FAA86" w:rsidP="400FAA86">
            <w:pPr>
              <w:tabs>
                <w:tab w:val="left" w:pos="10065"/>
              </w:tabs>
              <w:spacing w:after="0" w:line="240" w:lineRule="auto"/>
              <w:rPr>
                <w:rFonts w:ascii="Times New Roman" w:hAnsi="Times New Roman"/>
              </w:rPr>
            </w:pPr>
            <w:r w:rsidRPr="400FAA86">
              <w:rPr>
                <w:rFonts w:ascii="Times New Roman" w:hAnsi="Times New Roman"/>
              </w:rPr>
              <w:t>Madame la chef du bureau exécution de la dépense</w:t>
            </w:r>
          </w:p>
          <w:p w14:paraId="219EBFC3" w14:textId="07D86503" w:rsidR="009276B6" w:rsidRPr="00712698" w:rsidRDefault="400FAA86" w:rsidP="400FAA86">
            <w:pPr>
              <w:tabs>
                <w:tab w:val="left" w:pos="10065"/>
              </w:tabs>
              <w:spacing w:after="0" w:line="240" w:lineRule="auto"/>
              <w:rPr>
                <w:rFonts w:ascii="Times New Roman" w:hAnsi="Times New Roman"/>
              </w:rPr>
            </w:pPr>
            <w:r w:rsidRPr="400FAA86">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400FAA86">
        <w:trPr>
          <w:trHeight w:val="711"/>
        </w:trPr>
        <w:tc>
          <w:tcPr>
            <w:tcW w:w="10065" w:type="dxa"/>
            <w:vAlign w:val="center"/>
          </w:tcPr>
          <w:p w14:paraId="573D7D75" w14:textId="5AB7A697" w:rsidR="004C3F20" w:rsidRPr="00712698" w:rsidRDefault="400FAA86" w:rsidP="00FA02CA">
            <w:pPr>
              <w:rPr>
                <w:rFonts w:ascii="Times New Roman" w:hAnsi="Times New Roman"/>
              </w:rPr>
            </w:pPr>
            <w:bookmarkStart w:id="8" w:name="Objet_marche"/>
            <w:bookmarkEnd w:id="8"/>
            <w:r w:rsidRPr="00FA02CA">
              <w:rPr>
                <w:rFonts w:ascii="Times New Roman" w:hAnsi="Times New Roman"/>
                <w:lang w:eastAsia="ar-SA"/>
              </w:rPr>
              <w:t xml:space="preserve">Objet: </w:t>
            </w:r>
            <w:r w:rsidR="00FA02CA">
              <w:rPr>
                <w:rFonts w:ascii="Times New Roman" w:hAnsi="Times New Roman"/>
                <w:lang w:eastAsia="ar-SA"/>
              </w:rPr>
              <w:t>ERSA (2B) – Sémaphore du Cap Corse – Remplacement du mât du sémaphorique</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400FAA86">
        <w:trPr>
          <w:trHeight w:hRule="exact" w:val="227"/>
        </w:trPr>
        <w:tc>
          <w:tcPr>
            <w:tcW w:w="5954" w:type="dxa"/>
            <w:vMerge w:val="restart"/>
            <w:shd w:val="clear" w:color="auto" w:fill="auto"/>
          </w:tcPr>
          <w:p w14:paraId="30D63972" w14:textId="77777777" w:rsidR="001B4DC6" w:rsidRPr="00712698" w:rsidRDefault="400FAA86" w:rsidP="400FAA86">
            <w:pPr>
              <w:jc w:val="both"/>
              <w:rPr>
                <w:rFonts w:ascii="Times New Roman" w:hAnsi="Times New Roman"/>
              </w:rPr>
            </w:pPr>
            <w:r w:rsidRPr="400FAA86">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491B7D5C" w14:textId="0313426A" w:rsidR="004C3F20" w:rsidRPr="00712698" w:rsidRDefault="00895520" w:rsidP="00FA02CA">
      <w:pPr>
        <w:spacing w:after="0" w:line="240" w:lineRule="auto"/>
        <w:rPr>
          <w:b/>
          <w:bCs/>
          <w:u w:val="single"/>
        </w:rPr>
      </w:pPr>
      <w:r w:rsidRPr="00712698">
        <w:rPr>
          <w:b/>
          <w:u w:val="single"/>
        </w:rPr>
        <w:br w:type="page"/>
      </w:r>
      <w:r w:rsidR="400FAA86" w:rsidRPr="400FAA86">
        <w:rPr>
          <w:b/>
          <w:bCs/>
          <w:u w:val="single"/>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400FAA86" w:rsidP="400FAA86">
      <w:pPr>
        <w:tabs>
          <w:tab w:val="left" w:pos="720"/>
          <w:tab w:val="left" w:pos="1080"/>
        </w:tabs>
        <w:autoSpaceDE w:val="0"/>
        <w:autoSpaceDN w:val="0"/>
        <w:adjustRightInd w:val="0"/>
        <w:spacing w:after="60"/>
        <w:jc w:val="both"/>
        <w:rPr>
          <w:rFonts w:ascii="Times New Roman" w:hAnsi="Times New Roman"/>
          <w:b/>
          <w:bCs/>
          <w:color w:val="000000" w:themeColor="text1"/>
        </w:rPr>
      </w:pPr>
      <w:r w:rsidRPr="400FAA86">
        <w:rPr>
          <w:rFonts w:ascii="Times New Roman" w:hAnsi="Times New Roman"/>
          <w:b/>
          <w:bCs/>
          <w:color w:val="000000" w:themeColor="text1"/>
        </w:rPr>
        <w:t xml:space="preserve">Je, soussigné, </w:t>
      </w:r>
    </w:p>
    <w:p w14:paraId="55E21B9B"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400FAA86">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400FAA86" w:rsidP="400FAA86">
      <w:pPr>
        <w:pStyle w:val="Retraitcorpsdetexte"/>
        <w:rPr>
          <w:rFonts w:ascii="Times New Roman" w:hAnsi="Times New Roman"/>
          <w:lang w:eastAsia="ar-SA"/>
        </w:rPr>
      </w:pPr>
      <w:r w:rsidRPr="400FAA86">
        <w:rPr>
          <w:rFonts w:ascii="Times New Roman" w:hAnsi="Times New Roman"/>
          <w:lang w:eastAsia="ar-SA"/>
        </w:rPr>
        <w:t>Représentée par :</w:t>
      </w:r>
    </w:p>
    <w:p w14:paraId="6AB2AB8B" w14:textId="77777777" w:rsidR="006D4689" w:rsidRDefault="006D4689" w:rsidP="400FAA86">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400FAA86" w:rsidP="400FAA86">
      <w:pPr>
        <w:ind w:left="284"/>
        <w:rPr>
          <w:rFonts w:ascii="Times New Roman" w:hAnsi="Times New Roman"/>
          <w:lang w:eastAsia="ar-SA"/>
        </w:rPr>
      </w:pPr>
      <w:r w:rsidRPr="400FAA86">
        <w:rPr>
          <w:rFonts w:ascii="Times New Roman" w:hAnsi="Times New Roman"/>
          <w:lang w:eastAsia="ar-SA"/>
        </w:rPr>
        <w:t>Courriel :</w:t>
      </w:r>
    </w:p>
    <w:p w14:paraId="3CCD6A17" w14:textId="77777777" w:rsidR="00AA78CA" w:rsidRPr="00712698" w:rsidRDefault="400FAA86" w:rsidP="400FAA86">
      <w:pPr>
        <w:ind w:left="284"/>
        <w:rPr>
          <w:rFonts w:ascii="Times New Roman" w:hAnsi="Times New Roman"/>
          <w:lang w:eastAsia="ar-SA"/>
        </w:rPr>
      </w:pPr>
      <w:r w:rsidRPr="400FAA86">
        <w:rPr>
          <w:rFonts w:ascii="Times New Roman" w:hAnsi="Times New Roman"/>
          <w:lang w:eastAsia="ar-SA"/>
        </w:rPr>
        <w:t xml:space="preserve">Téléphone : </w:t>
      </w:r>
    </w:p>
    <w:p w14:paraId="2F6BD71D" w14:textId="4C474A65" w:rsidR="00BE1F1B" w:rsidRPr="00712698" w:rsidRDefault="006D4689"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2" o:title=""/>
          </v:shape>
          <w:control r:id="rId13" w:name="OptionButton8" w:shapeid="_x0000_i1075"/>
        </w:object>
      </w:r>
    </w:p>
    <w:p w14:paraId="57283672" w14:textId="63F063A7"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4" o:title=""/>
          </v:shape>
          <w:control r:id="rId15" w:name="OptionButton81" w:shapeid="_x0000_i1077"/>
        </w:object>
      </w:r>
    </w:p>
    <w:p w14:paraId="3CBD951F"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155DA700"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6" o:title=""/>
          </v:shape>
          <w:control r:id="rId17" w:name="OptionButton9" w:shapeid="_x0000_i1079"/>
        </w:object>
      </w:r>
    </w:p>
    <w:p w14:paraId="5B51E06D" w14:textId="2FCBEC73"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8" o:title=""/>
          </v:shape>
          <w:control r:id="rId19" w:name="OptionButton10" w:shapeid="_x0000_i1081"/>
        </w:object>
      </w:r>
    </w:p>
    <w:p w14:paraId="6F1BAB28"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5FA0D86A"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20" o:title=""/>
          </v:shape>
          <w:control r:id="rId21" w:name="OptionButton1" w:shapeid="_x0000_i1083"/>
        </w:object>
      </w:r>
      <w:r w:rsidRPr="400FAA86">
        <w:rPr>
          <w:i/>
          <w:iCs/>
        </w:rPr>
        <w:t>ou</w:t>
      </w:r>
      <w:r w:rsidRPr="00712698">
        <w:rPr>
          <w:rFonts w:ascii="Times New Roman" w:hAnsi="Times New Roman"/>
          <w:lang w:eastAsia="ar-SA"/>
        </w:rPr>
        <w:object w:dxaOrig="225" w:dyaOrig="225" w14:anchorId="092F2091">
          <v:shape id="_x0000_i1085" type="#_x0000_t75" style="width:39pt;height:20.25pt" o:ole="">
            <v:imagedata r:id="rId22" o:title=""/>
          </v:shape>
          <w:control r:id="rId23" w:name="OptionButton12" w:shapeid="_x0000_i1085"/>
        </w:object>
      </w:r>
    </w:p>
    <w:p w14:paraId="2701BFAB" w14:textId="77777777" w:rsidR="00673049" w:rsidRPr="00712698" w:rsidRDefault="400FAA86" w:rsidP="400FAA86">
      <w:pPr>
        <w:spacing w:before="120"/>
        <w:rPr>
          <w:b/>
          <w:bCs/>
          <w:sz w:val="28"/>
          <w:szCs w:val="28"/>
        </w:rPr>
      </w:pPr>
      <w:proofErr w:type="gramStart"/>
      <w:r w:rsidRPr="400FAA86">
        <w:rPr>
          <w:b/>
          <w:bCs/>
          <w:sz w:val="28"/>
          <w:szCs w:val="28"/>
        </w:rPr>
        <w:t>OU</w:t>
      </w:r>
      <w:proofErr w:type="gramEnd"/>
    </w:p>
    <w:p w14:paraId="0922CA15" w14:textId="5F0DDB58"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4" o:title=""/>
          </v:shape>
          <w:control r:id="rId25" w:name="OptionButton71" w:shapeid="_x0000_i1087"/>
        </w:object>
      </w:r>
    </w:p>
    <w:p w14:paraId="16AF3BA2" w14:textId="0DD4F260"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6" o:title=""/>
          </v:shape>
          <w:control r:id="rId27" w:name="OptionButton11" w:shapeid="_x0000_i1089"/>
        </w:object>
      </w:r>
      <w:r w:rsidR="00FC313D" w:rsidRPr="400FAA86">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400FAA86">
      <w:pPr>
        <w:spacing w:before="120"/>
        <w:rPr>
          <w:rFonts w:ascii="Times New Roman" w:hAnsi="Times New Roman"/>
          <w:b/>
          <w:bCs/>
          <w:lang w:eastAsia="ar-SA"/>
        </w:rPr>
      </w:pPr>
      <w:r w:rsidRPr="400FAA86">
        <w:rPr>
          <w:rFonts w:ascii="Times New Roman" w:hAnsi="Times New Roman"/>
          <w:i/>
          <w:iCs/>
          <w:lang w:eastAsia="ar-SA"/>
        </w:rPr>
        <w:t xml:space="preserve">  </w:t>
      </w:r>
      <w:r w:rsidR="001D7F67" w:rsidRPr="400FAA86">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400FAA86">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400FAA86" w:rsidP="400FAA86">
      <w:pPr>
        <w:ind w:firstLine="284"/>
        <w:jc w:val="both"/>
        <w:rPr>
          <w:rFonts w:ascii="Times New Roman" w:hAnsi="Times New Roman"/>
          <w:b/>
          <w:bCs/>
          <w:lang w:eastAsia="ar-SA"/>
        </w:rPr>
      </w:pPr>
      <w:r w:rsidRPr="400FAA86">
        <w:rPr>
          <w:rFonts w:ascii="Times New Roman" w:hAnsi="Times New Roman"/>
          <w:b/>
          <w:bCs/>
          <w:lang w:eastAsia="ar-SA"/>
        </w:rPr>
        <w:t>1</w:t>
      </w:r>
      <w:r w:rsidRPr="400FAA86">
        <w:rPr>
          <w:rFonts w:ascii="Times New Roman" w:hAnsi="Times New Roman"/>
          <w:b/>
          <w:bCs/>
          <w:vertAlign w:val="superscript"/>
          <w:lang w:eastAsia="ar-SA"/>
        </w:rPr>
        <w:t xml:space="preserve">ère </w:t>
      </w:r>
      <w:r w:rsidRPr="400FAA86">
        <w:rPr>
          <w:rFonts w:ascii="Times New Roman" w:hAnsi="Times New Roman"/>
          <w:b/>
          <w:bCs/>
          <w:lang w:eastAsia="ar-SA"/>
        </w:rPr>
        <w:t>entreprise cotraitante, mandataire du groupement:</w:t>
      </w:r>
    </w:p>
    <w:p w14:paraId="401DAC8C" w14:textId="77777777" w:rsidR="006D4689" w:rsidRPr="00712698" w:rsidRDefault="006D4689" w:rsidP="400FAA86">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400FAA86" w:rsidP="400FAA86">
      <w:pPr>
        <w:spacing w:before="120"/>
        <w:ind w:firstLine="567"/>
        <w:jc w:val="both"/>
        <w:rPr>
          <w:rFonts w:ascii="Times New Roman" w:hAnsi="Times New Roman"/>
          <w:lang w:eastAsia="ar-SA"/>
        </w:rPr>
      </w:pPr>
      <w:r w:rsidRPr="400FAA86">
        <w:rPr>
          <w:rFonts w:ascii="Times New Roman" w:hAnsi="Times New Roman"/>
          <w:lang w:eastAsia="ar-SA"/>
        </w:rPr>
        <w:t>Représentée par :</w:t>
      </w:r>
    </w:p>
    <w:p w14:paraId="377B1615" w14:textId="77777777" w:rsidR="006D4689" w:rsidRDefault="006D4689" w:rsidP="400FAA86">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400FAA86" w:rsidP="400FAA86">
      <w:pPr>
        <w:pStyle w:val="Retraitcorpsdetexte2"/>
        <w:rPr>
          <w:rFonts w:ascii="Times New Roman" w:hAnsi="Times New Roman"/>
        </w:rPr>
      </w:pPr>
      <w:r w:rsidRPr="400FAA86">
        <w:rPr>
          <w:rFonts w:ascii="Times New Roman" w:hAnsi="Times New Roman"/>
        </w:rPr>
        <w:t>Courriel :</w:t>
      </w:r>
    </w:p>
    <w:p w14:paraId="2931D030" w14:textId="77777777" w:rsidR="00AA78CA" w:rsidRPr="00712698" w:rsidRDefault="400FAA86" w:rsidP="400FAA86">
      <w:pPr>
        <w:pStyle w:val="Retraitcorpsdetexte2"/>
        <w:rPr>
          <w:rFonts w:ascii="Times New Roman" w:hAnsi="Times New Roman"/>
        </w:rPr>
      </w:pPr>
      <w:r w:rsidRPr="400FAA86">
        <w:rPr>
          <w:rFonts w:ascii="Times New Roman" w:hAnsi="Times New Roman"/>
        </w:rPr>
        <w:t>Téléphone :</w:t>
      </w:r>
    </w:p>
    <w:p w14:paraId="770C98F3" w14:textId="5EE3FC07"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30" o:title=""/>
          </v:shape>
          <w:control r:id="rId31" w:name="OptionButton82" w:shapeid="_x0000_i1093"/>
        </w:object>
      </w:r>
    </w:p>
    <w:p w14:paraId="3954A87A" w14:textId="135190DF"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2" o:title=""/>
          </v:shape>
          <w:control r:id="rId33" w:name="OptionButton811" w:shapeid="_x0000_i1095"/>
        </w:object>
      </w:r>
    </w:p>
    <w:p w14:paraId="7FD01015"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5442A51E"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16" o:title=""/>
          </v:shape>
          <w:control r:id="rId34" w:name="OptionButton91" w:shapeid="_x0000_i1097"/>
        </w:object>
      </w:r>
    </w:p>
    <w:p w14:paraId="3944FA44" w14:textId="53DF2C0E"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18" o:title=""/>
          </v:shape>
          <w:control r:id="rId35" w:name="OptionButton101" w:shapeid="_x0000_i1099"/>
        </w:object>
      </w:r>
    </w:p>
    <w:p w14:paraId="2641CFA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2D55B8D4"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20" o:title=""/>
          </v:shape>
          <w:control r:id="rId36" w:name="OptionButton13" w:shapeid="_x0000_i1101"/>
        </w:object>
      </w:r>
      <w:r w:rsidRPr="400FAA86">
        <w:rPr>
          <w:i/>
          <w:iCs/>
        </w:rPr>
        <w:t>ou</w:t>
      </w:r>
      <w:r w:rsidRPr="00712698">
        <w:rPr>
          <w:rFonts w:ascii="Times New Roman" w:hAnsi="Times New Roman"/>
          <w:lang w:eastAsia="ar-SA"/>
        </w:rPr>
        <w:object w:dxaOrig="225" w:dyaOrig="225" w14:anchorId="7751701E">
          <v:shape id="_x0000_i1103" type="#_x0000_t75" style="width:39pt;height:20.25pt" o:ole="">
            <v:imagedata r:id="rId22" o:title=""/>
          </v:shape>
          <w:control r:id="rId37" w:name="OptionButton121" w:shapeid="_x0000_i1103"/>
        </w:object>
      </w:r>
    </w:p>
    <w:p w14:paraId="46A495B6" w14:textId="77777777" w:rsidR="006D4689" w:rsidRPr="00712698" w:rsidRDefault="400FAA86" w:rsidP="400FAA86">
      <w:pPr>
        <w:ind w:left="142"/>
        <w:jc w:val="both"/>
        <w:rPr>
          <w:rFonts w:ascii="Times New Roman" w:hAnsi="Times New Roman"/>
          <w:b/>
          <w:bCs/>
          <w:i/>
          <w:iCs/>
          <w:lang w:eastAsia="ar-SA"/>
        </w:rPr>
      </w:pPr>
      <w:r w:rsidRPr="400FAA86">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400FAA86">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400FAA86" w:rsidP="400FAA86">
      <w:pPr>
        <w:spacing w:before="120" w:line="240" w:lineRule="auto"/>
        <w:ind w:left="567"/>
        <w:rPr>
          <w:rFonts w:ascii="Times New Roman" w:hAnsi="Times New Roman"/>
          <w:lang w:eastAsia="ar-SA"/>
        </w:rPr>
      </w:pPr>
      <w:r w:rsidRPr="400FAA86">
        <w:rPr>
          <w:rFonts w:ascii="Times New Roman" w:hAnsi="Times New Roman"/>
          <w:lang w:eastAsia="ar-SA"/>
        </w:rPr>
        <w:t>Représenté par :</w:t>
      </w:r>
    </w:p>
    <w:p w14:paraId="0B06E3CC"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08611174"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30" o:title=""/>
          </v:shape>
          <w:control r:id="rId38" w:name="OptionButton821" w:shapeid="_x0000_i1105"/>
        </w:object>
      </w:r>
    </w:p>
    <w:p w14:paraId="7F7D8AA7" w14:textId="4D5E8044"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14" o:title=""/>
          </v:shape>
          <w:control r:id="rId39" w:name="OptionButton8111" w:shapeid="_x0000_i1107"/>
        </w:object>
      </w:r>
    </w:p>
    <w:p w14:paraId="0E3D3649"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374FE2F"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16" o:title=""/>
          </v:shape>
          <w:control r:id="rId40" w:name="OptionButton92" w:shapeid="_x0000_i1109"/>
        </w:object>
      </w:r>
    </w:p>
    <w:p w14:paraId="1FA91123" w14:textId="428BC784"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1" o:title=""/>
          </v:shape>
          <w:control r:id="rId42" w:name="OptionButton102" w:shapeid="_x0000_i1111"/>
        </w:object>
      </w:r>
    </w:p>
    <w:p w14:paraId="3403280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2C55CCDE"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20" o:title=""/>
          </v:shape>
          <w:control r:id="rId43" w:name="OptionButton131" w:shapeid="_x0000_i1113"/>
        </w:object>
      </w:r>
      <w:r w:rsidRPr="400FAA86">
        <w:rPr>
          <w:i/>
          <w:iCs/>
        </w:rPr>
        <w:t>ou</w:t>
      </w:r>
      <w:r w:rsidRPr="00712698">
        <w:rPr>
          <w:rFonts w:ascii="Times New Roman" w:hAnsi="Times New Roman"/>
          <w:lang w:eastAsia="ar-SA"/>
        </w:rPr>
        <w:object w:dxaOrig="225" w:dyaOrig="225" w14:anchorId="28DE3741">
          <v:shape id="_x0000_i1115" type="#_x0000_t75" style="width:39pt;height:20.25pt" o:ole="">
            <v:imagedata r:id="rId22" o:title=""/>
          </v:shape>
          <w:control r:id="rId44" w:name="OptionButton1211" w:shapeid="_x0000_i1115"/>
        </w:object>
      </w:r>
    </w:p>
    <w:p w14:paraId="7D33A21C" w14:textId="6A4C42EA" w:rsidR="006E4128" w:rsidRPr="00712698" w:rsidRDefault="400FAA86" w:rsidP="400FAA86">
      <w:pPr>
        <w:tabs>
          <w:tab w:val="left" w:pos="6237"/>
        </w:tabs>
        <w:rPr>
          <w:rFonts w:ascii="Times New Roman" w:hAnsi="Times New Roman"/>
          <w:b/>
          <w:bCs/>
          <w:i/>
          <w:iCs/>
          <w:lang w:eastAsia="ar-SA"/>
        </w:rPr>
      </w:pPr>
      <w:r w:rsidRPr="400FAA86">
        <w:rPr>
          <w:rFonts w:ascii="Times New Roman" w:hAnsi="Times New Roman"/>
          <w:b/>
          <w:bCs/>
          <w:i/>
          <w:iCs/>
          <w:lang w:eastAsia="ar-SA"/>
        </w:rPr>
        <w:t xml:space="preserve">Répartition des prestations (en cas de </w:t>
      </w:r>
      <w:proofErr w:type="gramStart"/>
      <w:r w:rsidRPr="400FAA86">
        <w:rPr>
          <w:rFonts w:ascii="Times New Roman" w:hAnsi="Times New Roman"/>
          <w:b/>
          <w:bCs/>
          <w:i/>
          <w:iCs/>
          <w:lang w:eastAsia="ar-SA"/>
        </w:rPr>
        <w:t>groupement)  :</w:t>
      </w:r>
      <w:proofErr w:type="gramEnd"/>
    </w:p>
    <w:p w14:paraId="40DF1238" w14:textId="7BE726FC" w:rsidR="006E4128" w:rsidRPr="00712698" w:rsidRDefault="400FAA86" w:rsidP="400FAA86">
      <w:pPr>
        <w:spacing w:before="120"/>
        <w:jc w:val="both"/>
        <w:rPr>
          <w:rFonts w:ascii="Arial" w:hAnsi="Arial" w:cs="Arial"/>
          <w:i/>
          <w:iCs/>
          <w:sz w:val="18"/>
          <w:szCs w:val="18"/>
        </w:rPr>
      </w:pPr>
      <w:r w:rsidRPr="400FAA86">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00FAA86">
        <w:trPr>
          <w:trHeight w:val="567"/>
        </w:trPr>
        <w:tc>
          <w:tcPr>
            <w:tcW w:w="913" w:type="pct"/>
            <w:vMerge w:val="restart"/>
            <w:vAlign w:val="center"/>
          </w:tcPr>
          <w:p w14:paraId="48CAC689"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Désignation des membres </w:t>
            </w:r>
          </w:p>
          <w:p w14:paraId="262F4798" w14:textId="551BFAA9" w:rsidR="00D97AAC" w:rsidRPr="00712698" w:rsidRDefault="400FAA86" w:rsidP="400FAA86">
            <w:pPr>
              <w:spacing w:after="0"/>
              <w:jc w:val="center"/>
              <w:rPr>
                <w:rFonts w:ascii="Arial" w:hAnsi="Arial" w:cs="Arial"/>
                <w:b/>
                <w:bCs/>
              </w:rPr>
            </w:pPr>
            <w:r w:rsidRPr="400FAA86">
              <w:rPr>
                <w:rFonts w:ascii="Arial" w:hAnsi="Arial" w:cs="Arial"/>
                <w:b/>
                <w:bCs/>
              </w:rPr>
              <w:t xml:space="preserve">du groupement </w:t>
            </w:r>
          </w:p>
        </w:tc>
        <w:tc>
          <w:tcPr>
            <w:tcW w:w="631" w:type="pct"/>
            <w:vMerge w:val="restart"/>
          </w:tcPr>
          <w:p w14:paraId="7EDA532E" w14:textId="77777777" w:rsidR="00D97AAC" w:rsidRPr="00712698" w:rsidRDefault="00D97AAC" w:rsidP="400FAA86">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00FAA86">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400FAA86" w:rsidP="400FAA86">
            <w:pPr>
              <w:spacing w:after="0"/>
              <w:jc w:val="center"/>
              <w:rPr>
                <w:rFonts w:ascii="Arial" w:hAnsi="Arial" w:cs="Arial"/>
                <w:b/>
                <w:bCs/>
              </w:rPr>
            </w:pPr>
            <w:r w:rsidRPr="400FAA86">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Montant HT </w:t>
            </w:r>
          </w:p>
          <w:p w14:paraId="43C82D7E" w14:textId="77777777" w:rsidR="00D97AAC" w:rsidRPr="00712698" w:rsidRDefault="400FAA86" w:rsidP="400FAA86">
            <w:pPr>
              <w:spacing w:after="0"/>
              <w:jc w:val="center"/>
              <w:rPr>
                <w:rFonts w:ascii="Arial" w:hAnsi="Arial" w:cs="Arial"/>
                <w:b/>
                <w:bCs/>
              </w:rPr>
            </w:pPr>
            <w:r w:rsidRPr="400FAA86">
              <w:rPr>
                <w:rFonts w:ascii="Arial" w:hAnsi="Arial" w:cs="Arial"/>
                <w:b/>
                <w:bCs/>
              </w:rPr>
              <w:t>de la prestation</w:t>
            </w:r>
          </w:p>
        </w:tc>
      </w:tr>
      <w:tr w:rsidR="00D97AAC" w:rsidRPr="00712698" w14:paraId="417639DF" w14:textId="77777777" w:rsidTr="400FAA86">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00FAA86">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00FAA86">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00FAA86">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00FAA86">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00FAA86">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00FAA86">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00FAA86">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00FAA86">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400FAA86" w:rsidP="400FAA86">
      <w:pPr>
        <w:tabs>
          <w:tab w:val="left" w:pos="576"/>
        </w:tabs>
        <w:ind w:left="851"/>
        <w:jc w:val="both"/>
        <w:rPr>
          <w:rFonts w:ascii="Times New Roman" w:eastAsia="Times New Roman" w:hAnsi="Times New Roman" w:cs="Tahoma"/>
          <w:color w:val="000000" w:themeColor="text1"/>
          <w:lang w:eastAsia="fr-FR"/>
        </w:rPr>
      </w:pPr>
      <w:r w:rsidRPr="400FAA86">
        <w:rPr>
          <w:rFonts w:ascii="Times New Roman" w:hAnsi="Times New Roman"/>
        </w:rPr>
        <w:t xml:space="preserve">Après avoir pris connaissance du cahier des clauses administratives particulières (C.C.A.P.) et des documents qui y sont mentionnés, et après avoir produit les pièces </w:t>
      </w:r>
      <w:r w:rsidRPr="400FAA86">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400FAA86" w:rsidP="00701822">
      <w:pPr>
        <w:tabs>
          <w:tab w:val="left" w:pos="576"/>
        </w:tabs>
        <w:ind w:left="567"/>
        <w:jc w:val="both"/>
      </w:pPr>
      <w:r w:rsidRPr="400FAA86">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 xml:space="preserve">déclare </w:t>
      </w:r>
      <w:r w:rsidRPr="400FAA86">
        <w:rPr>
          <w:b/>
          <w:bCs/>
          <w:sz w:val="22"/>
          <w:szCs w:val="22"/>
          <w:lang w:val="fr-FR"/>
        </w:rPr>
        <w:t xml:space="preserve">: </w:t>
      </w:r>
      <w:r w:rsidRPr="400FAA86">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s’engage</w:t>
      </w:r>
      <w:r w:rsidRPr="400FAA86">
        <w:rPr>
          <w:b/>
          <w:bCs/>
          <w:sz w:val="22"/>
          <w:szCs w:val="22"/>
          <w:lang w:val="fr-FR"/>
        </w:rPr>
        <w:t xml:space="preserve"> : </w:t>
      </w:r>
      <w:r w:rsidRPr="400FAA86">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1B426F03" w:rsidR="00863280" w:rsidRPr="00712698" w:rsidRDefault="00DB0D27" w:rsidP="400FAA86">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5" o:title=""/>
          </v:shape>
          <w:control r:id="rId46" w:name="OptionButton3" w:shapeid="_x0000_i1117"/>
        </w:object>
      </w:r>
      <w:r w:rsidR="0061781D" w:rsidRPr="00712698">
        <w:rPr>
          <w:sz w:val="22"/>
          <w:szCs w:val="22"/>
          <w:lang w:val="fr-FR"/>
        </w:rPr>
        <w:t xml:space="preserve"> </w:t>
      </w:r>
      <w:r w:rsidR="0061781D" w:rsidRPr="400FAA86">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47" o:title=""/>
          </v:shape>
          <w:control r:id="rId48"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6C938E0C" w:rsidR="00FF029C" w:rsidRPr="00712698" w:rsidRDefault="00DB0D27"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49" o:title=""/>
          </v:shape>
          <w:control r:id="rId50"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1" o:title=""/>
          </v:shape>
          <w:control r:id="rId52"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bookmarkEnd w:id="15"/>
    <w:p w14:paraId="4CE370F5" w14:textId="13D54DBE" w:rsidR="00B53878" w:rsidRPr="00B53878"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400FAA86">
        <w:rPr>
          <w:sz w:val="22"/>
          <w:szCs w:val="22"/>
          <w:lang w:val="fr-FR"/>
        </w:rPr>
        <w:t>Le taux de l’avance est fixé à 30</w:t>
      </w:r>
      <w:proofErr w:type="gramStart"/>
      <w:r w:rsidRPr="400FAA86">
        <w:rPr>
          <w:sz w:val="22"/>
          <w:szCs w:val="22"/>
          <w:lang w:val="fr-FR"/>
        </w:rPr>
        <w:t>% .</w:t>
      </w:r>
      <w:proofErr w:type="gramEnd"/>
    </w:p>
    <w:p w14:paraId="4C55EDF8" w14:textId="083D1D0A" w:rsidR="00DB0D27" w:rsidRPr="00151A61"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400FAA86">
        <w:rPr>
          <w:sz w:val="22"/>
          <w:szCs w:val="22"/>
          <w:lang w:val="fr-FR"/>
        </w:rPr>
        <w:t>Cette avance n’est due au titulaire du marché que sur la part du marché qui ne fait pas l’objet de sous-traitance.</w:t>
      </w:r>
    </w:p>
    <w:p w14:paraId="1797148B" w14:textId="77777777" w:rsidR="00DB0D27" w:rsidRDefault="400FAA86" w:rsidP="400FAA86">
      <w:pPr>
        <w:pStyle w:val="Corpsdetexte3"/>
        <w:ind w:left="567"/>
        <w:rPr>
          <w:rFonts w:ascii="Times New Roman" w:hAnsi="Times New Roman"/>
          <w:sz w:val="22"/>
          <w:szCs w:val="22"/>
        </w:rPr>
      </w:pPr>
      <w:r w:rsidRPr="400FAA86">
        <w:rPr>
          <w:rFonts w:ascii="Times New Roman" w:hAnsi="Times New Roman"/>
          <w:sz w:val="22"/>
          <w:szCs w:val="22"/>
        </w:rPr>
        <w:t xml:space="preserve">Dans le cas où le titulaire ne s’est pas prononcé ci-dessus, l’avance sera considérée comme refusée. </w:t>
      </w:r>
    </w:p>
    <w:p w14:paraId="19FBDCFC" w14:textId="0ABFD7B0" w:rsidR="00EC5548" w:rsidRDefault="400FAA86" w:rsidP="400FAA86">
      <w:pPr>
        <w:pStyle w:val="Corpsdetexte3"/>
        <w:ind w:left="567"/>
        <w:jc w:val="both"/>
        <w:rPr>
          <w:rFonts w:ascii="Times New Roman" w:hAnsi="Times New Roman"/>
          <w:sz w:val="22"/>
          <w:szCs w:val="22"/>
        </w:rPr>
      </w:pPr>
      <w:r w:rsidRPr="400FAA86">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14:paraId="6E5963C5" w14:textId="77777777" w:rsidR="001D724D" w:rsidRDefault="400FAA86" w:rsidP="400FAA86">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400FAA86">
        <w:rPr>
          <w:b/>
          <w:bCs/>
          <w:sz w:val="22"/>
          <w:szCs w:val="22"/>
          <w:lang w:val="fr-FR"/>
        </w:rPr>
        <w:t xml:space="preserve">I.2 - </w:t>
      </w:r>
      <w:r w:rsidRPr="400FAA86">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D9C61ED"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6556D8E" w14:textId="7E02CCC1"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Les travaux sont rémunérés par un prix global et forfaitaire égal à</w:t>
      </w:r>
      <w:r w:rsidR="00FA02CA">
        <w:rPr>
          <w:sz w:val="22"/>
          <w:szCs w:val="22"/>
          <w:lang w:val="fr-FR"/>
        </w:rPr>
        <w:t> :</w:t>
      </w:r>
    </w:p>
    <w:p w14:paraId="4C76095D" w14:textId="77777777" w:rsidR="00FA02CA" w:rsidRPr="00D04078" w:rsidRDefault="00FA02CA"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658DD7E" w14:textId="77777777" w:rsidR="00143086"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 HT :</w:t>
      </w:r>
    </w:p>
    <w:p w14:paraId="5A35FCD2" w14:textId="77777777" w:rsidR="00143086"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TVA :</w:t>
      </w:r>
    </w:p>
    <w:p w14:paraId="6430DA28" w14:textId="02895C8C"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TTC :</w:t>
      </w:r>
    </w:p>
    <w:p w14:paraId="6AB027BF" w14:textId="77777777" w:rsidR="00FA02CA" w:rsidRPr="00D04078" w:rsidRDefault="00FA02CA"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12E1084" w14:textId="39EC2F50"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 xml:space="preserve">Soit en lettres : </w:t>
      </w:r>
    </w:p>
    <w:p w14:paraId="735224E4" w14:textId="002BF23D" w:rsidR="00A132C4" w:rsidRDefault="00A132C4" w:rsidP="00A132C4">
      <w:pPr>
        <w:pStyle w:val="Corpsdetexte"/>
        <w:rPr>
          <w:sz w:val="22"/>
          <w:szCs w:val="22"/>
          <w:lang w:val="fr-FR"/>
        </w:rPr>
      </w:pPr>
    </w:p>
    <w:p w14:paraId="30F8C2C3" w14:textId="77777777" w:rsidR="00FA02CA" w:rsidRPr="00712698" w:rsidRDefault="00FA02CA" w:rsidP="00A132C4">
      <w:pPr>
        <w:pStyle w:val="Corpsdetexte"/>
        <w:rPr>
          <w:sz w:val="22"/>
          <w:szCs w:val="22"/>
          <w:lang w:val="fr-FR"/>
        </w:rPr>
      </w:pPr>
    </w:p>
    <w:p w14:paraId="315E2B67" w14:textId="77777777" w:rsidR="004C3F20" w:rsidRPr="00712698" w:rsidRDefault="400FAA86" w:rsidP="400FAA86">
      <w:pPr>
        <w:ind w:left="567" w:right="-144"/>
        <w:jc w:val="both"/>
        <w:rPr>
          <w:rFonts w:ascii="Times New Roman" w:hAnsi="Times New Roman"/>
          <w:b/>
          <w:bCs/>
          <w:u w:val="single"/>
        </w:rPr>
      </w:pPr>
      <w:r w:rsidRPr="400FAA86">
        <w:rPr>
          <w:rFonts w:ascii="Times New Roman" w:hAnsi="Times New Roman"/>
          <w:b/>
          <w:bCs/>
        </w:rPr>
        <w:lastRenderedPageBreak/>
        <w:t xml:space="preserve">II - </w:t>
      </w:r>
      <w:r w:rsidRPr="400FAA86">
        <w:rPr>
          <w:rFonts w:ascii="Times New Roman" w:hAnsi="Times New Roman"/>
          <w:b/>
          <w:bCs/>
          <w:u w:val="single"/>
        </w:rPr>
        <w:t>Délai d’exécution du marché :</w:t>
      </w:r>
    </w:p>
    <w:p w14:paraId="04B3C98A" w14:textId="77777777" w:rsidR="004C3F20" w:rsidRDefault="400FAA86" w:rsidP="400FAA86">
      <w:pPr>
        <w:ind w:left="567" w:right="-144"/>
        <w:jc w:val="both"/>
        <w:rPr>
          <w:rFonts w:ascii="Times New Roman" w:hAnsi="Times New Roman"/>
        </w:rPr>
      </w:pPr>
      <w:r w:rsidRPr="400FAA86">
        <w:rPr>
          <w:rFonts w:ascii="Times New Roman" w:hAnsi="Times New Roman"/>
        </w:rPr>
        <w:t xml:space="preserve">Délai d’exécution défini à l’article 4.1. </w:t>
      </w:r>
      <w:proofErr w:type="gramStart"/>
      <w:r w:rsidRPr="400FAA86">
        <w:rPr>
          <w:rFonts w:ascii="Times New Roman" w:hAnsi="Times New Roman"/>
        </w:rPr>
        <w:t>du</w:t>
      </w:r>
      <w:proofErr w:type="gramEnd"/>
      <w:r w:rsidRPr="400FAA86">
        <w:rPr>
          <w:rFonts w:ascii="Times New Roman" w:hAnsi="Times New Roman"/>
        </w:rPr>
        <w:t xml:space="preserve"> CCAP.</w:t>
      </w:r>
    </w:p>
    <w:p w14:paraId="004772AD" w14:textId="77777777" w:rsidR="00142D85" w:rsidRPr="00142D85"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III – </w:t>
      </w:r>
      <w:r w:rsidRPr="400FAA86">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6"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IV - </w:t>
      </w:r>
      <w:r w:rsidRPr="400FAA86">
        <w:rPr>
          <w:rFonts w:ascii="Times New Roman" w:hAnsi="Times New Roman"/>
          <w:b/>
          <w:bCs/>
          <w:u w:val="single"/>
        </w:rPr>
        <w:t>Montant sous-traité désigné au marché</w:t>
      </w:r>
      <w:bookmarkEnd w:id="16"/>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 – </w:t>
      </w:r>
      <w:r w:rsidRPr="400FAA86">
        <w:rPr>
          <w:rFonts w:ascii="Times New Roman" w:hAnsi="Times New Roman"/>
          <w:b/>
          <w:bCs/>
          <w:u w:val="single"/>
        </w:rPr>
        <w:t>Engagement d’insertion :</w:t>
      </w:r>
      <w:bookmarkStart w:id="17" w:name="Titre_Clause_sociale"/>
      <w:bookmarkEnd w:id="17"/>
    </w:p>
    <w:p w14:paraId="7DF05A70" w14:textId="5AB9A9C7" w:rsidR="00090BBC" w:rsidRDefault="400FAA86" w:rsidP="400FAA86">
      <w:pPr>
        <w:pStyle w:val="Commentaire"/>
        <w:spacing w:after="0"/>
        <w:ind w:left="567"/>
        <w:rPr>
          <w:rFonts w:ascii="Times New Roman" w:hAnsi="Times New Roman"/>
          <w:sz w:val="22"/>
          <w:szCs w:val="22"/>
        </w:rPr>
      </w:pPr>
      <w:bookmarkStart w:id="18" w:name="AEClause_sociale"/>
      <w:bookmarkEnd w:id="18"/>
      <w:r>
        <w:t xml:space="preserve"> S</w:t>
      </w:r>
      <w:r w:rsidRPr="400FAA86">
        <w:rPr>
          <w:rFonts w:ascii="Times New Roman" w:hAnsi="Times New Roman"/>
          <w:sz w:val="22"/>
          <w:szCs w:val="22"/>
        </w:rPr>
        <w:t xml:space="preserve">ans objet </w:t>
      </w:r>
    </w:p>
    <w:p w14:paraId="1FB3284A" w14:textId="77777777" w:rsidR="00FA02CA" w:rsidRPr="00090BBC" w:rsidRDefault="00FA02CA" w:rsidP="400FAA86">
      <w:pPr>
        <w:pStyle w:val="Commentaire"/>
        <w:spacing w:after="0"/>
        <w:ind w:left="567"/>
        <w:rPr>
          <w:rFonts w:ascii="Times New Roman" w:hAnsi="Times New Roman"/>
          <w:sz w:val="22"/>
          <w:szCs w:val="22"/>
        </w:rPr>
      </w:pPr>
    </w:p>
    <w:p w14:paraId="5E0932B5" w14:textId="470EE792" w:rsidR="00940FDD"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VI – </w:t>
      </w:r>
      <w:r w:rsidRPr="400FAA86">
        <w:rPr>
          <w:rFonts w:ascii="Times New Roman" w:hAnsi="Times New Roman"/>
          <w:b/>
          <w:bCs/>
          <w:u w:val="single"/>
        </w:rPr>
        <w:t>Responsables physiques de la vérification et de la signature des actes de sous-traitance:</w:t>
      </w:r>
    </w:p>
    <w:p w14:paraId="3CBAD13D" w14:textId="41E0B26C"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400FAA86">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400FAA86" w:rsidP="400FAA86">
            <w:pPr>
              <w:pStyle w:val="Corpsdetexte"/>
              <w:ind w:left="426"/>
              <w:rPr>
                <w:i/>
                <w:iCs/>
                <w:sz w:val="22"/>
                <w:szCs w:val="22"/>
                <w:lang w:val="fr-FR"/>
              </w:rPr>
            </w:pPr>
            <w:r w:rsidRPr="400FAA86">
              <w:rPr>
                <w:sz w:val="22"/>
                <w:szCs w:val="22"/>
                <w:lang w:val="fr-FR"/>
              </w:rPr>
              <w:t xml:space="preserve">Fait en 1 seul original            </w:t>
            </w:r>
            <w:proofErr w:type="gramStart"/>
            <w:r w:rsidRPr="400FAA86">
              <w:rPr>
                <w:sz w:val="22"/>
                <w:szCs w:val="22"/>
                <w:lang w:val="fr-FR"/>
              </w:rPr>
              <w:t xml:space="preserve">   </w:t>
            </w:r>
            <w:r w:rsidRPr="400FAA86">
              <w:rPr>
                <w:i/>
                <w:iCs/>
                <w:sz w:val="22"/>
                <w:szCs w:val="22"/>
                <w:lang w:val="fr-FR"/>
              </w:rPr>
              <w:t>(</w:t>
            </w:r>
            <w:proofErr w:type="gramEnd"/>
            <w:r w:rsidRPr="400FAA86">
              <w:rPr>
                <w:i/>
                <w:iCs/>
                <w:sz w:val="22"/>
                <w:szCs w:val="22"/>
                <w:lang w:val="fr-FR"/>
              </w:rPr>
              <w:t xml:space="preserve">signature et cachet de l’entrepreneur </w:t>
            </w:r>
            <w:r w:rsidRPr="400FAA86">
              <w:rPr>
                <w:i/>
                <w:iCs/>
                <w:noProof/>
                <w:sz w:val="22"/>
                <w:szCs w:val="22"/>
                <w:lang w:val="fr-FR"/>
              </w:rPr>
              <w:t xml:space="preserve"> dûment habilité</w:t>
            </w:r>
            <w:r w:rsidRPr="400FAA86">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400FAA86" w:rsidP="400FAA86">
            <w:pPr>
              <w:pStyle w:val="Corpsdetexte"/>
              <w:ind w:left="426"/>
              <w:rPr>
                <w:sz w:val="22"/>
                <w:szCs w:val="22"/>
                <w:lang w:val="fr-FR"/>
              </w:rPr>
            </w:pPr>
            <w:r w:rsidRPr="400FAA86">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400FAA86">
        <w:tc>
          <w:tcPr>
            <w:tcW w:w="9922" w:type="dxa"/>
            <w:tcBorders>
              <w:bottom w:val="single" w:sz="4" w:space="0" w:color="auto"/>
            </w:tcBorders>
          </w:tcPr>
          <w:p w14:paraId="685A8CAB" w14:textId="77777777" w:rsidR="00C223A1" w:rsidRPr="00712698" w:rsidRDefault="400FAA86" w:rsidP="400FAA86">
            <w:pPr>
              <w:rPr>
                <w:rFonts w:ascii="Times New Roman" w:eastAsia="Times New Roman" w:hAnsi="Times New Roman"/>
                <w:lang w:eastAsia="fr-FR"/>
              </w:rPr>
            </w:pPr>
            <w:r w:rsidRPr="400FAA86">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400FAA86">
        <w:tc>
          <w:tcPr>
            <w:tcW w:w="9922" w:type="dxa"/>
            <w:tcBorders>
              <w:bottom w:val="single" w:sz="4" w:space="0" w:color="auto"/>
            </w:tcBorders>
          </w:tcPr>
          <w:p w14:paraId="1F75F926" w14:textId="77777777" w:rsidR="004C3F20" w:rsidRPr="00712698" w:rsidRDefault="400FAA86" w:rsidP="400FAA86">
            <w:pPr>
              <w:pStyle w:val="Corpsdetexte"/>
              <w:ind w:left="426"/>
              <w:rPr>
                <w:sz w:val="22"/>
                <w:szCs w:val="22"/>
                <w:lang w:val="fr-FR"/>
              </w:rPr>
            </w:pPr>
            <w:r w:rsidRPr="400FAA86">
              <w:rPr>
                <w:sz w:val="22"/>
                <w:szCs w:val="22"/>
                <w:lang w:val="fr-FR"/>
              </w:rPr>
              <w:t xml:space="preserve">Est acceptée l’offre pour valoir acte d’engagement                </w:t>
            </w:r>
          </w:p>
          <w:p w14:paraId="0BE3FCFA" w14:textId="77777777" w:rsidR="004C3F20" w:rsidRPr="00712698" w:rsidRDefault="400FAA86" w:rsidP="400FAA86">
            <w:pPr>
              <w:pStyle w:val="Corpsdetexte"/>
              <w:ind w:left="426"/>
              <w:rPr>
                <w:sz w:val="22"/>
                <w:szCs w:val="22"/>
                <w:lang w:val="fr-FR"/>
              </w:rPr>
            </w:pPr>
            <w:r w:rsidRPr="400FAA86">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400FAA86" w:rsidP="400FAA86">
            <w:pPr>
              <w:pStyle w:val="Corpsdetexte"/>
              <w:ind w:left="426"/>
              <w:rPr>
                <w:sz w:val="22"/>
                <w:szCs w:val="22"/>
                <w:lang w:val="fr-FR"/>
              </w:rPr>
            </w:pPr>
            <w:r w:rsidRPr="400FAA86">
              <w:rPr>
                <w:sz w:val="22"/>
                <w:szCs w:val="22"/>
                <w:lang w:val="fr-FR"/>
              </w:rPr>
              <w:t xml:space="preserve">A                                 </w:t>
            </w:r>
            <w:proofErr w:type="gramStart"/>
            <w:r w:rsidRPr="400FAA86">
              <w:rPr>
                <w:sz w:val="22"/>
                <w:szCs w:val="22"/>
                <w:lang w:val="fr-FR"/>
              </w:rPr>
              <w:t xml:space="preserve">  ,</w:t>
            </w:r>
            <w:proofErr w:type="gramEnd"/>
            <w:r w:rsidRPr="400FAA86">
              <w:rPr>
                <w:sz w:val="22"/>
                <w:szCs w:val="22"/>
                <w:lang w:val="fr-FR"/>
              </w:rPr>
              <w:t xml:space="preserve"> le</w:t>
            </w:r>
          </w:p>
          <w:p w14:paraId="2C11FF53" w14:textId="52F2A79E" w:rsidR="004C3F20" w:rsidRPr="00712698" w:rsidRDefault="400FAA86" w:rsidP="400FAA86">
            <w:pPr>
              <w:pStyle w:val="Corpsdetexte"/>
              <w:ind w:left="426"/>
              <w:rPr>
                <w:sz w:val="22"/>
                <w:szCs w:val="22"/>
                <w:lang w:val="fr-FR"/>
              </w:rPr>
            </w:pPr>
            <w:r w:rsidRPr="400FAA86">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3"/>
      <w:footerReference w:type="default" r:id="rId54"/>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780F029B"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541F95">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41F95">
              <w:rPr>
                <w:b/>
                <w:bCs/>
                <w:noProof/>
              </w:rPr>
              <w:t>7</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400FAA86"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4">
    <w:p w14:paraId="35224E66" w14:textId="77777777" w:rsidR="00E96687" w:rsidRDefault="00E96687" w:rsidP="400FAA8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400FAA86"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 xml:space="preserve">. </w:t>
      </w:r>
    </w:p>
  </w:footnote>
  <w:footnote w:id="8">
    <w:p w14:paraId="7DFE3C03"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400FAA86" w:rsidP="400FAA86">
      <w:pPr>
        <w:pStyle w:val="Notedebasdepage"/>
        <w:jc w:val="both"/>
        <w:rPr>
          <w:sz w:val="18"/>
          <w:szCs w:val="18"/>
          <w:lang w:eastAsia="ar-SA"/>
        </w:rPr>
      </w:pPr>
      <w:r w:rsidRPr="400FAA86">
        <w:rPr>
          <w:sz w:val="18"/>
          <w:szCs w:val="18"/>
          <w:lang w:eastAsia="ar-SA"/>
        </w:rPr>
        <w:t xml:space="preserve">      </w:t>
      </w:r>
      <w:proofErr w:type="gramStart"/>
      <w:r w:rsidRPr="400FAA86">
        <w:rPr>
          <w:sz w:val="18"/>
          <w:szCs w:val="18"/>
          <w:lang w:eastAsia="ar-SA"/>
        </w:rPr>
        <w:t>présent</w:t>
      </w:r>
      <w:proofErr w:type="gramEnd"/>
      <w:r w:rsidRPr="400FAA86">
        <w:rPr>
          <w:sz w:val="18"/>
          <w:szCs w:val="18"/>
          <w:lang w:eastAsia="ar-SA"/>
        </w:rPr>
        <w:t xml:space="preserve"> accord. </w:t>
      </w:r>
    </w:p>
  </w:footnote>
  <w:footnote w:id="9">
    <w:p w14:paraId="4FEA9E18"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400FAA86" w:rsidP="400FAA86">
      <w:pPr>
        <w:pStyle w:val="Notedebasdepage"/>
        <w:ind w:left="284" w:hanging="284"/>
        <w:jc w:val="both"/>
        <w:rPr>
          <w:rFonts w:ascii="Arial Narrow" w:hAnsi="Arial Narrow"/>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12">
    <w:p w14:paraId="7C26E1BF" w14:textId="77777777" w:rsidR="00E96687" w:rsidRPr="00D97AAC" w:rsidRDefault="00E96687" w:rsidP="400FAA86">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5921C5EC" w:rsidR="48EA2D1D" w:rsidRPr="00FA02CA" w:rsidRDefault="400FAA86" w:rsidP="400FAA86">
    <w:pPr>
      <w:pStyle w:val="En-tte"/>
      <w:jc w:val="right"/>
    </w:pPr>
    <w:r w:rsidRPr="00FA02CA">
      <w:t>DAF_</w:t>
    </w:r>
    <w:r w:rsidR="00FA02CA" w:rsidRPr="00FA02CA">
      <w:t>2026</w:t>
    </w:r>
    <w:r w:rsidRPr="00FA02CA">
      <w:t>_</w:t>
    </w:r>
    <w:r w:rsidR="00FA02CA" w:rsidRPr="00FA02CA">
      <w:t>000129</w:t>
    </w:r>
    <w:r w:rsidRPr="00FA02CA">
      <w:t xml:space="preserve"> / Projet </w:t>
    </w:r>
    <w:r w:rsidR="00FA02CA" w:rsidRPr="00FA02CA">
      <w:t>SID-SE 26 093</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45B5B"/>
    <w:rsid w:val="00283C5A"/>
    <w:rsid w:val="00292262"/>
    <w:rsid w:val="002B118A"/>
    <w:rsid w:val="002C24AF"/>
    <w:rsid w:val="00301A1A"/>
    <w:rsid w:val="00307959"/>
    <w:rsid w:val="00373163"/>
    <w:rsid w:val="0038608E"/>
    <w:rsid w:val="00392AA8"/>
    <w:rsid w:val="003C579A"/>
    <w:rsid w:val="00403496"/>
    <w:rsid w:val="00406F02"/>
    <w:rsid w:val="004404F1"/>
    <w:rsid w:val="004B325E"/>
    <w:rsid w:val="004B7039"/>
    <w:rsid w:val="004C3F20"/>
    <w:rsid w:val="004D3B85"/>
    <w:rsid w:val="004E1A38"/>
    <w:rsid w:val="004F0020"/>
    <w:rsid w:val="00501E0C"/>
    <w:rsid w:val="00541F95"/>
    <w:rsid w:val="0054482A"/>
    <w:rsid w:val="005736A9"/>
    <w:rsid w:val="00594FC6"/>
    <w:rsid w:val="005A60FB"/>
    <w:rsid w:val="005B5ED4"/>
    <w:rsid w:val="005C14CD"/>
    <w:rsid w:val="005C6523"/>
    <w:rsid w:val="005D1AC2"/>
    <w:rsid w:val="005E3558"/>
    <w:rsid w:val="0061373D"/>
    <w:rsid w:val="0061781D"/>
    <w:rsid w:val="00626F9F"/>
    <w:rsid w:val="00654FB7"/>
    <w:rsid w:val="00673049"/>
    <w:rsid w:val="00677F3C"/>
    <w:rsid w:val="00695BD8"/>
    <w:rsid w:val="006C657D"/>
    <w:rsid w:val="006D4689"/>
    <w:rsid w:val="006D5E9D"/>
    <w:rsid w:val="006E4128"/>
    <w:rsid w:val="00701822"/>
    <w:rsid w:val="007065DD"/>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553C4"/>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06E7C"/>
    <w:rsid w:val="00B27403"/>
    <w:rsid w:val="00B4401B"/>
    <w:rsid w:val="00B53878"/>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02CA"/>
    <w:rsid w:val="00FA485D"/>
    <w:rsid w:val="00FB4A26"/>
    <w:rsid w:val="00FC313D"/>
    <w:rsid w:val="00FE2BCA"/>
    <w:rsid w:val="00FF029C"/>
    <w:rsid w:val="00FF0778"/>
    <w:rsid w:val="400FAA86"/>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106968962">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7.xml"/><Relationship Id="rId21" Type="http://schemas.openxmlformats.org/officeDocument/2006/relationships/control" Target="activeX/activeX5.xml"/><Relationship Id="rId34" Type="http://schemas.openxmlformats.org/officeDocument/2006/relationships/control" Target="activeX/activeX12.xml"/><Relationship Id="rId42" Type="http://schemas.openxmlformats.org/officeDocument/2006/relationships/control" Target="activeX/activeX19.xml"/><Relationship Id="rId47" Type="http://schemas.openxmlformats.org/officeDocument/2006/relationships/image" Target="media/image14.wmf"/><Relationship Id="rId50" Type="http://schemas.openxmlformats.org/officeDocument/2006/relationships/control" Target="activeX/activeX24.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control" Target="activeX/activeX16.xml"/><Relationship Id="rId46" Type="http://schemas.openxmlformats.org/officeDocument/2006/relationships/control" Target="activeX/activeX2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image" Target="media/image12.w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hilippe.maquinghen@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5.xml"/><Relationship Id="rId40" Type="http://schemas.openxmlformats.org/officeDocument/2006/relationships/control" Target="activeX/activeX18.xml"/><Relationship Id="rId45" Type="http://schemas.openxmlformats.org/officeDocument/2006/relationships/image" Target="media/image13.wmf"/><Relationship Id="rId53"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control" Target="activeX/activeX14.xml"/><Relationship Id="rId49" Type="http://schemas.openxmlformats.org/officeDocument/2006/relationships/image" Target="media/image15.wmf"/><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control" Target="activeX/activeX21.xml"/><Relationship Id="rId52" Type="http://schemas.openxmlformats.org/officeDocument/2006/relationships/control" Target="activeX/activeX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3.xml"/><Relationship Id="rId43" Type="http://schemas.openxmlformats.org/officeDocument/2006/relationships/control" Target="activeX/activeX20.xml"/><Relationship Id="rId48" Type="http://schemas.openxmlformats.org/officeDocument/2006/relationships/control" Target="activeX/activeX23.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6.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A6A54-8F17-496F-BE77-DA0A75F4BFF8}">
  <ds:schemaRef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A873208-92F6-41BF-B547-B91EECDBF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7</TotalTime>
  <Pages>7</Pages>
  <Words>1409</Words>
  <Characters>7752</Characters>
  <Application>Microsoft Office Word</Application>
  <DocSecurity>0</DocSecurity>
  <Lines>64</Lines>
  <Paragraphs>18</Paragraphs>
  <ScaleCrop>false</ScaleCrop>
  <Company>MINISTERE DE LA DEFENSE</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11</cp:revision>
  <dcterms:created xsi:type="dcterms:W3CDTF">2025-01-06T08:42:00Z</dcterms:created>
  <dcterms:modified xsi:type="dcterms:W3CDTF">2026-02-13T08:45:00Z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